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CDCD53" w14:textId="1F5733A5" w:rsidR="00B81702" w:rsidRPr="00B81702" w:rsidRDefault="00B81702" w:rsidP="00B81702">
      <w:pPr>
        <w:spacing w:after="120" w:line="240" w:lineRule="auto"/>
        <w:ind w:left="32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Hlk191472638"/>
      <w:r w:rsidRPr="00B81702">
        <w:rPr>
          <w:rFonts w:ascii="Times New Roman" w:eastAsia="Times New Roman" w:hAnsi="Times New Roman"/>
          <w:sz w:val="28"/>
          <w:szCs w:val="28"/>
          <w:lang w:eastAsia="ru-RU"/>
        </w:rPr>
        <w:t>ПРИЛОЖЕНИЕ 2</w:t>
      </w:r>
    </w:p>
    <w:p w14:paraId="184ADC2C" w14:textId="483A3748" w:rsidR="00B81702" w:rsidRPr="00B81702" w:rsidRDefault="00290C5D" w:rsidP="00B81702">
      <w:pPr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r w:rsidR="00B81702" w:rsidRPr="00B81702">
        <w:rPr>
          <w:rFonts w:ascii="Times New Roman" w:eastAsia="Times New Roman" w:hAnsi="Times New Roman"/>
          <w:sz w:val="28"/>
          <w:szCs w:val="28"/>
          <w:lang w:eastAsia="ru-RU"/>
        </w:rPr>
        <w:t>постановлени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B81702" w:rsidRPr="00B81702">
        <w:rPr>
          <w:rFonts w:ascii="Times New Roman" w:eastAsia="Times New Roman" w:hAnsi="Times New Roman"/>
          <w:sz w:val="28"/>
          <w:szCs w:val="28"/>
          <w:lang w:eastAsia="ru-RU"/>
        </w:rPr>
        <w:t xml:space="preserve"> мэра</w:t>
      </w:r>
    </w:p>
    <w:p w14:paraId="0AED307F" w14:textId="77777777" w:rsidR="00B81702" w:rsidRPr="00B81702" w:rsidRDefault="00B81702" w:rsidP="00B81702">
      <w:pPr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1702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14:paraId="486A2791" w14:textId="77777777" w:rsidR="00B81702" w:rsidRPr="00B81702" w:rsidRDefault="00B81702" w:rsidP="00B81702">
      <w:pPr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1702">
        <w:rPr>
          <w:rFonts w:ascii="Times New Roman" w:eastAsia="Times New Roman" w:hAnsi="Times New Roman"/>
          <w:sz w:val="28"/>
          <w:szCs w:val="28"/>
          <w:lang w:eastAsia="ru-RU"/>
        </w:rPr>
        <w:t xml:space="preserve">Ногликский муниципальный округ </w:t>
      </w:r>
    </w:p>
    <w:p w14:paraId="2B7CBEB1" w14:textId="77777777" w:rsidR="00B81702" w:rsidRPr="00B81702" w:rsidRDefault="00B81702" w:rsidP="00B81702">
      <w:pPr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1702">
        <w:rPr>
          <w:rFonts w:ascii="Times New Roman" w:eastAsia="Times New Roman" w:hAnsi="Times New Roman"/>
          <w:sz w:val="28"/>
          <w:szCs w:val="28"/>
          <w:lang w:eastAsia="ru-RU"/>
        </w:rPr>
        <w:t>Сахалинской области</w:t>
      </w:r>
    </w:p>
    <w:p w14:paraId="6BAC5E0C" w14:textId="0A438E63" w:rsidR="00B81702" w:rsidRPr="00B81702" w:rsidRDefault="00BD4EBC" w:rsidP="00B81702">
      <w:pPr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07B26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19 февраля 2026 года </w:t>
      </w:r>
      <w:r w:rsidRPr="00C07B26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36</w:t>
      </w:r>
    </w:p>
    <w:p w14:paraId="4EA0D2B7" w14:textId="77777777" w:rsidR="00B81702" w:rsidRPr="00B81702" w:rsidRDefault="00B81702" w:rsidP="00B81702">
      <w:pPr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AC0A71A" w14:textId="0EE4BFD7" w:rsidR="00B81702" w:rsidRPr="00B81702" w:rsidRDefault="00B81702" w:rsidP="00B81702">
      <w:pPr>
        <w:spacing w:after="120" w:line="240" w:lineRule="auto"/>
        <w:ind w:left="32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1702">
        <w:rPr>
          <w:rFonts w:ascii="Times New Roman" w:eastAsia="Times New Roman" w:hAnsi="Times New Roman"/>
          <w:sz w:val="28"/>
          <w:szCs w:val="28"/>
          <w:lang w:eastAsia="ru-RU"/>
        </w:rPr>
        <w:t>«ПРИЛОЖЕНИЕ 2</w:t>
      </w:r>
    </w:p>
    <w:p w14:paraId="1BD74426" w14:textId="77777777" w:rsidR="00B81702" w:rsidRPr="00B81702" w:rsidRDefault="00B81702" w:rsidP="00B81702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_Hlk191485922"/>
      <w:r w:rsidRPr="00B81702">
        <w:rPr>
          <w:rFonts w:ascii="Times New Roman" w:eastAsia="Times New Roman" w:hAnsi="Times New Roman"/>
          <w:sz w:val="28"/>
          <w:szCs w:val="28"/>
          <w:lang w:eastAsia="ru-RU"/>
        </w:rPr>
        <w:t>к Положению о системе оплаты труда</w:t>
      </w:r>
    </w:p>
    <w:p w14:paraId="2C5E2605" w14:textId="77777777" w:rsidR="00B81702" w:rsidRPr="00B81702" w:rsidRDefault="00B81702" w:rsidP="00B81702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1702">
        <w:rPr>
          <w:rFonts w:ascii="Times New Roman" w:eastAsia="Times New Roman" w:hAnsi="Times New Roman"/>
          <w:sz w:val="28"/>
          <w:szCs w:val="28"/>
          <w:lang w:eastAsia="ru-RU"/>
        </w:rPr>
        <w:t>работников муниципальных бюджетных</w:t>
      </w:r>
    </w:p>
    <w:p w14:paraId="32E55AD8" w14:textId="77777777" w:rsidR="00B81702" w:rsidRPr="00B81702" w:rsidRDefault="00B81702" w:rsidP="00B81702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1702">
        <w:rPr>
          <w:rFonts w:ascii="Times New Roman" w:eastAsia="Times New Roman" w:hAnsi="Times New Roman"/>
          <w:sz w:val="28"/>
          <w:szCs w:val="28"/>
          <w:lang w:eastAsia="ru-RU"/>
        </w:rPr>
        <w:t>общеобразовательных учреждений</w:t>
      </w:r>
    </w:p>
    <w:p w14:paraId="23DADFD2" w14:textId="77777777" w:rsidR="00B81702" w:rsidRPr="00B81702" w:rsidRDefault="00B81702" w:rsidP="00B81702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1702">
        <w:rPr>
          <w:rFonts w:ascii="Times New Roman" w:eastAsia="Times New Roman" w:hAnsi="Times New Roman"/>
          <w:sz w:val="28"/>
          <w:szCs w:val="28"/>
          <w:lang w:eastAsia="ru-RU"/>
        </w:rPr>
        <w:t>и муниципального бюджетного образовательного</w:t>
      </w:r>
    </w:p>
    <w:p w14:paraId="1EC93C7B" w14:textId="77777777" w:rsidR="00B81702" w:rsidRPr="00B81702" w:rsidRDefault="00B81702" w:rsidP="00B81702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1702">
        <w:rPr>
          <w:rFonts w:ascii="Times New Roman" w:eastAsia="Times New Roman" w:hAnsi="Times New Roman"/>
          <w:sz w:val="28"/>
          <w:szCs w:val="28"/>
          <w:lang w:eastAsia="ru-RU"/>
        </w:rPr>
        <w:t>учреждения дополнительного образования</w:t>
      </w:r>
    </w:p>
    <w:p w14:paraId="2921EF36" w14:textId="77777777" w:rsidR="00B81702" w:rsidRPr="00B81702" w:rsidRDefault="00B81702" w:rsidP="00B81702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1702">
        <w:rPr>
          <w:rFonts w:ascii="Times New Roman" w:eastAsia="Times New Roman" w:hAnsi="Times New Roman"/>
          <w:sz w:val="28"/>
          <w:szCs w:val="28"/>
          <w:lang w:eastAsia="ru-RU"/>
        </w:rPr>
        <w:t xml:space="preserve">«Центр творчества и воспитания» </w:t>
      </w:r>
      <w:proofErr w:type="spellStart"/>
      <w:r w:rsidRPr="00B81702">
        <w:rPr>
          <w:rFonts w:ascii="Times New Roman" w:eastAsia="Times New Roman" w:hAnsi="Times New Roman"/>
          <w:sz w:val="28"/>
          <w:szCs w:val="28"/>
          <w:lang w:eastAsia="ru-RU"/>
        </w:rPr>
        <w:t>пгт</w:t>
      </w:r>
      <w:proofErr w:type="spellEnd"/>
      <w:r w:rsidRPr="00B81702">
        <w:rPr>
          <w:rFonts w:ascii="Times New Roman" w:eastAsia="Times New Roman" w:hAnsi="Times New Roman"/>
          <w:sz w:val="28"/>
          <w:szCs w:val="28"/>
          <w:lang w:eastAsia="ru-RU"/>
        </w:rPr>
        <w:t>. Ноглики</w:t>
      </w:r>
    </w:p>
    <w:p w14:paraId="15E2AAC2" w14:textId="77777777" w:rsidR="00B81702" w:rsidRPr="00B81702" w:rsidRDefault="00B81702" w:rsidP="00B81702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1702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14:paraId="33BD9A89" w14:textId="77777777" w:rsidR="00B81702" w:rsidRPr="00B81702" w:rsidRDefault="00B81702" w:rsidP="00B81702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1702"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</w:t>
      </w:r>
    </w:p>
    <w:p w14:paraId="0BDE4D3E" w14:textId="77777777" w:rsidR="00B81702" w:rsidRPr="00B81702" w:rsidRDefault="00B81702" w:rsidP="00B81702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1702">
        <w:rPr>
          <w:rFonts w:ascii="Times New Roman" w:eastAsia="Times New Roman" w:hAnsi="Times New Roman"/>
          <w:sz w:val="28"/>
          <w:szCs w:val="28"/>
          <w:lang w:eastAsia="ru-RU"/>
        </w:rPr>
        <w:t>Сахалинской области,</w:t>
      </w:r>
    </w:p>
    <w:p w14:paraId="6A460456" w14:textId="77777777" w:rsidR="00B81702" w:rsidRPr="00B81702" w:rsidRDefault="00B81702" w:rsidP="00B81702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1702">
        <w:rPr>
          <w:rFonts w:ascii="Times New Roman" w:eastAsia="Times New Roman" w:hAnsi="Times New Roman"/>
          <w:sz w:val="28"/>
          <w:szCs w:val="28"/>
          <w:lang w:eastAsia="ru-RU"/>
        </w:rPr>
        <w:t>утвержденному постановлением мэра</w:t>
      </w:r>
    </w:p>
    <w:p w14:paraId="1B2135A8" w14:textId="77777777" w:rsidR="00B81702" w:rsidRPr="00B81702" w:rsidRDefault="00B81702" w:rsidP="00B81702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1702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14:paraId="64141C69" w14:textId="77777777" w:rsidR="00B81702" w:rsidRPr="00B81702" w:rsidRDefault="00B81702" w:rsidP="00B81702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1702"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</w:t>
      </w:r>
    </w:p>
    <w:p w14:paraId="7292D2B1" w14:textId="77777777" w:rsidR="00B81702" w:rsidRPr="00B81702" w:rsidRDefault="00B81702" w:rsidP="00B81702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1702">
        <w:rPr>
          <w:rFonts w:ascii="Times New Roman" w:eastAsia="Times New Roman" w:hAnsi="Times New Roman"/>
          <w:sz w:val="28"/>
          <w:szCs w:val="28"/>
          <w:lang w:eastAsia="ru-RU"/>
        </w:rPr>
        <w:t>Сахалинской области</w:t>
      </w:r>
    </w:p>
    <w:p w14:paraId="05A9B562" w14:textId="77777777" w:rsidR="00B81702" w:rsidRPr="00B81702" w:rsidRDefault="00B81702" w:rsidP="00B81702">
      <w:pPr>
        <w:widowControl w:val="0"/>
        <w:autoSpaceDE w:val="0"/>
        <w:autoSpaceDN w:val="0"/>
        <w:spacing w:after="0" w:line="240" w:lineRule="auto"/>
        <w:ind w:left="340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1702">
        <w:rPr>
          <w:rFonts w:ascii="Times New Roman" w:eastAsia="Times New Roman" w:hAnsi="Times New Roman"/>
          <w:sz w:val="28"/>
          <w:szCs w:val="28"/>
          <w:lang w:eastAsia="ru-RU"/>
        </w:rPr>
        <w:t>от 02 апреля 2025 года №</w:t>
      </w:r>
      <w:bookmarkEnd w:id="1"/>
      <w:r w:rsidRPr="00B81702">
        <w:rPr>
          <w:rFonts w:ascii="Times New Roman" w:eastAsia="Times New Roman" w:hAnsi="Times New Roman"/>
          <w:sz w:val="28"/>
          <w:szCs w:val="28"/>
          <w:lang w:eastAsia="ru-RU"/>
        </w:rPr>
        <w:t xml:space="preserve"> 51</w:t>
      </w:r>
      <w:bookmarkEnd w:id="0"/>
    </w:p>
    <w:p w14:paraId="5165088E" w14:textId="77777777" w:rsidR="009F158A" w:rsidRPr="00B81702" w:rsidRDefault="009F158A" w:rsidP="009F158A">
      <w:pPr>
        <w:widowControl w:val="0"/>
        <w:tabs>
          <w:tab w:val="left" w:pos="8205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C061770" w14:textId="77777777" w:rsidR="009F158A" w:rsidRPr="00B81702" w:rsidRDefault="009F158A" w:rsidP="009F158A">
      <w:pPr>
        <w:widowControl w:val="0"/>
        <w:tabs>
          <w:tab w:val="left" w:pos="8205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0BDF417" w14:textId="77777777" w:rsidR="009F158A" w:rsidRPr="00B81702" w:rsidRDefault="009F158A" w:rsidP="009F158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P551"/>
      <w:bookmarkEnd w:id="2"/>
      <w:r w:rsidRPr="00B81702">
        <w:rPr>
          <w:rFonts w:ascii="Times New Roman" w:eastAsia="Times New Roman" w:hAnsi="Times New Roman"/>
          <w:sz w:val="28"/>
          <w:szCs w:val="28"/>
          <w:lang w:eastAsia="ru-RU"/>
        </w:rPr>
        <w:t>ДОЛЖНОСТНЫЕ ОКЛАДЫ</w:t>
      </w:r>
    </w:p>
    <w:p w14:paraId="1249C603" w14:textId="77777777" w:rsidR="009F158A" w:rsidRPr="00B81702" w:rsidRDefault="009F158A" w:rsidP="009F158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1702">
        <w:rPr>
          <w:rFonts w:ascii="Times New Roman" w:eastAsia="Times New Roman" w:hAnsi="Times New Roman"/>
          <w:sz w:val="28"/>
          <w:szCs w:val="28"/>
          <w:lang w:eastAsia="ru-RU"/>
        </w:rPr>
        <w:t>руководителей, специалистов и служащих общеотраслевых должностей</w:t>
      </w:r>
    </w:p>
    <w:p w14:paraId="333E28A6" w14:textId="77777777" w:rsidR="009F158A" w:rsidRPr="00B81702" w:rsidRDefault="009F158A" w:rsidP="009F158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2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2"/>
        <w:gridCol w:w="4961"/>
        <w:gridCol w:w="1776"/>
      </w:tblGrid>
      <w:tr w:rsidR="009F158A" w:rsidRPr="00B81702" w14:paraId="0D914DE7" w14:textId="77777777" w:rsidTr="00E12625">
        <w:tc>
          <w:tcPr>
            <w:tcW w:w="2552" w:type="dxa"/>
            <w:hideMark/>
          </w:tcPr>
          <w:p w14:paraId="72AA3930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Квалификационные уровни</w:t>
            </w:r>
          </w:p>
        </w:tc>
        <w:tc>
          <w:tcPr>
            <w:tcW w:w="4961" w:type="dxa"/>
            <w:hideMark/>
          </w:tcPr>
          <w:p w14:paraId="0760D692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должности, требования к квалификации, установленные квалификационными справочниками и (или)профессиональными стандартами</w:t>
            </w:r>
          </w:p>
        </w:tc>
        <w:tc>
          <w:tcPr>
            <w:tcW w:w="1776" w:type="dxa"/>
            <w:hideMark/>
          </w:tcPr>
          <w:p w14:paraId="29145F1B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Должностной оклад, в рублях</w:t>
            </w:r>
          </w:p>
        </w:tc>
      </w:tr>
      <w:tr w:rsidR="009F158A" w:rsidRPr="00B81702" w14:paraId="232C1E75" w14:textId="77777777" w:rsidTr="00E12625">
        <w:tc>
          <w:tcPr>
            <w:tcW w:w="9289" w:type="dxa"/>
            <w:gridSpan w:val="3"/>
            <w:hideMark/>
          </w:tcPr>
          <w:p w14:paraId="1A664826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Профессиональная квалификационная группа</w:t>
            </w:r>
          </w:p>
          <w:p w14:paraId="60EA9A3E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«Общеотраслевые должности служащих первого уровня»</w:t>
            </w:r>
          </w:p>
        </w:tc>
      </w:tr>
      <w:tr w:rsidR="009F158A" w:rsidRPr="00B81702" w14:paraId="173998E4" w14:textId="77777777" w:rsidTr="00E12625">
        <w:tc>
          <w:tcPr>
            <w:tcW w:w="2552" w:type="dxa"/>
            <w:vMerge w:val="restart"/>
            <w:hideMark/>
          </w:tcPr>
          <w:p w14:paraId="6E99317D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квалификационный уровень</w:t>
            </w:r>
          </w:p>
        </w:tc>
        <w:tc>
          <w:tcPr>
            <w:tcW w:w="4961" w:type="dxa"/>
            <w:hideMark/>
          </w:tcPr>
          <w:p w14:paraId="060C7117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Агент по снабжению</w:t>
            </w:r>
          </w:p>
          <w:p w14:paraId="265B2964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776" w:type="dxa"/>
            <w:hideMark/>
          </w:tcPr>
          <w:p w14:paraId="124FB759" w14:textId="6BBD21F8" w:rsidR="009F158A" w:rsidRPr="00B81702" w:rsidRDefault="0048765F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  <w:r w:rsid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707</w:t>
            </w:r>
          </w:p>
        </w:tc>
      </w:tr>
      <w:tr w:rsidR="009F158A" w:rsidRPr="00B81702" w14:paraId="39E3F791" w14:textId="77777777" w:rsidTr="00E12625">
        <w:tc>
          <w:tcPr>
            <w:tcW w:w="2552" w:type="dxa"/>
            <w:vMerge/>
            <w:vAlign w:val="center"/>
            <w:hideMark/>
          </w:tcPr>
          <w:p w14:paraId="17AB2837" w14:textId="77777777" w:rsidR="009F158A" w:rsidRPr="00B81702" w:rsidRDefault="009F158A" w:rsidP="009F158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hideMark/>
          </w:tcPr>
          <w:p w14:paraId="1C32811A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Делопроизводитель</w:t>
            </w:r>
          </w:p>
          <w:p w14:paraId="588F81FC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среднее профессиональное образование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 программам подготовки квалифицированных рабочих (служащих) 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776" w:type="dxa"/>
            <w:hideMark/>
          </w:tcPr>
          <w:p w14:paraId="147A7B96" w14:textId="3495B0FE" w:rsidR="009F158A" w:rsidRPr="00B81702" w:rsidRDefault="0048765F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13</w:t>
            </w:r>
            <w:r w:rsid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707</w:t>
            </w:r>
          </w:p>
        </w:tc>
      </w:tr>
      <w:tr w:rsidR="009F158A" w:rsidRPr="00B81702" w14:paraId="59F46E62" w14:textId="77777777" w:rsidTr="00E12625">
        <w:tc>
          <w:tcPr>
            <w:tcW w:w="2552" w:type="dxa"/>
            <w:vMerge/>
            <w:vAlign w:val="center"/>
            <w:hideMark/>
          </w:tcPr>
          <w:p w14:paraId="799D59DA" w14:textId="77777777" w:rsidR="009F158A" w:rsidRPr="00B81702" w:rsidRDefault="009F158A" w:rsidP="009F158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hideMark/>
          </w:tcPr>
          <w:p w14:paraId="248CFAC8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Кассир</w:t>
            </w:r>
          </w:p>
          <w:p w14:paraId="4F7D846D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среднее профессиональное образование по программам подготовки квалифицированных рабочих (служащих) 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776" w:type="dxa"/>
            <w:hideMark/>
          </w:tcPr>
          <w:p w14:paraId="1D4E252A" w14:textId="46898CD9" w:rsidR="009F158A" w:rsidRPr="00B81702" w:rsidRDefault="0048765F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  <w:r w:rsid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707</w:t>
            </w:r>
          </w:p>
        </w:tc>
      </w:tr>
      <w:tr w:rsidR="009F158A" w:rsidRPr="00B81702" w14:paraId="3D4CC1BC" w14:textId="77777777" w:rsidTr="00E12625">
        <w:tc>
          <w:tcPr>
            <w:tcW w:w="2552" w:type="dxa"/>
            <w:vMerge/>
            <w:vAlign w:val="center"/>
            <w:hideMark/>
          </w:tcPr>
          <w:p w14:paraId="113B934D" w14:textId="77777777" w:rsidR="009F158A" w:rsidRPr="00B81702" w:rsidRDefault="009F158A" w:rsidP="009F158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hideMark/>
          </w:tcPr>
          <w:p w14:paraId="358EA174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Комендант</w:t>
            </w:r>
          </w:p>
          <w:p w14:paraId="3BD4A69F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среднее профессиональное образование по программам подготовки квалифицированных рабочих (служащих) без предъявления требований к стажу работы или среднее общее образование и специальная подготовка по установленной программе</w:t>
            </w:r>
          </w:p>
        </w:tc>
        <w:tc>
          <w:tcPr>
            <w:tcW w:w="1776" w:type="dxa"/>
            <w:hideMark/>
          </w:tcPr>
          <w:p w14:paraId="6809068A" w14:textId="738F4BF7" w:rsidR="009F158A" w:rsidRPr="00B81702" w:rsidRDefault="0048765F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  <w:r w:rsid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707</w:t>
            </w:r>
          </w:p>
        </w:tc>
      </w:tr>
      <w:tr w:rsidR="009F158A" w:rsidRPr="00B81702" w14:paraId="41F850D6" w14:textId="77777777" w:rsidTr="00E12625">
        <w:tc>
          <w:tcPr>
            <w:tcW w:w="2552" w:type="dxa"/>
            <w:vMerge/>
            <w:vAlign w:val="center"/>
            <w:hideMark/>
          </w:tcPr>
          <w:p w14:paraId="44B12ED3" w14:textId="77777777" w:rsidR="009F158A" w:rsidRPr="00B81702" w:rsidRDefault="009F158A" w:rsidP="009F158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hideMark/>
          </w:tcPr>
          <w:p w14:paraId="5C5E3336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Секретарь</w:t>
            </w:r>
          </w:p>
          <w:p w14:paraId="24DF814D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Среднее профессиональное образование по программам подготовки квалифицированных рабочих (служащих)без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776" w:type="dxa"/>
            <w:hideMark/>
          </w:tcPr>
          <w:p w14:paraId="2D7022EB" w14:textId="4734CA92" w:rsidR="009F158A" w:rsidRPr="00B81702" w:rsidRDefault="0048765F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  <w:r w:rsid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707</w:t>
            </w:r>
          </w:p>
        </w:tc>
      </w:tr>
      <w:tr w:rsidR="009F158A" w:rsidRPr="00B81702" w14:paraId="557428B1" w14:textId="77777777" w:rsidTr="00E12625">
        <w:tc>
          <w:tcPr>
            <w:tcW w:w="2552" w:type="dxa"/>
            <w:vMerge/>
            <w:vAlign w:val="center"/>
            <w:hideMark/>
          </w:tcPr>
          <w:p w14:paraId="6E41F5CF" w14:textId="77777777" w:rsidR="009F158A" w:rsidRPr="00B81702" w:rsidRDefault="009F158A" w:rsidP="009F158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hideMark/>
          </w:tcPr>
          <w:p w14:paraId="737FFEC2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Секретарь-машинистка</w:t>
            </w:r>
          </w:p>
          <w:p w14:paraId="105D3C5C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Среднее профессиональное образование по программам подготовки квалифицированных рабочих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(служащих) 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776" w:type="dxa"/>
            <w:hideMark/>
          </w:tcPr>
          <w:p w14:paraId="63E14DD7" w14:textId="2CBD6B72" w:rsidR="009F158A" w:rsidRPr="00B81702" w:rsidRDefault="0048765F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13</w:t>
            </w:r>
            <w:r w:rsid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707</w:t>
            </w:r>
          </w:p>
        </w:tc>
      </w:tr>
      <w:tr w:rsidR="009F158A" w:rsidRPr="00B81702" w14:paraId="5AE5A7E7" w14:textId="77777777" w:rsidTr="00E12625">
        <w:tc>
          <w:tcPr>
            <w:tcW w:w="2552" w:type="dxa"/>
            <w:vMerge/>
            <w:vAlign w:val="center"/>
            <w:hideMark/>
          </w:tcPr>
          <w:p w14:paraId="6449E43E" w14:textId="77777777" w:rsidR="009F158A" w:rsidRPr="00B81702" w:rsidRDefault="009F158A" w:rsidP="009F158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hideMark/>
          </w:tcPr>
          <w:p w14:paraId="01C6057B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Экспедитор</w:t>
            </w:r>
          </w:p>
          <w:p w14:paraId="24CCE2D4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среднее профессиональное образование по программам подготовки квалифицированных рабочих (служащих) без предъявления требований к стажу работы, или среднее общее образование, или основное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776" w:type="dxa"/>
            <w:hideMark/>
          </w:tcPr>
          <w:p w14:paraId="632699C3" w14:textId="7515FE77" w:rsidR="009F158A" w:rsidRPr="00B81702" w:rsidRDefault="0048765F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  <w:r w:rsid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707</w:t>
            </w:r>
          </w:p>
        </w:tc>
      </w:tr>
      <w:tr w:rsidR="009F158A" w:rsidRPr="00B81702" w14:paraId="6DF8629B" w14:textId="77777777" w:rsidTr="00E12625">
        <w:tc>
          <w:tcPr>
            <w:tcW w:w="9289" w:type="dxa"/>
            <w:gridSpan w:val="3"/>
            <w:hideMark/>
          </w:tcPr>
          <w:p w14:paraId="37672F7F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Профессиональная квалификационная группа</w:t>
            </w:r>
          </w:p>
          <w:p w14:paraId="0C95E82B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«Общеотраслевые должности служащих второго уровня»</w:t>
            </w:r>
          </w:p>
        </w:tc>
      </w:tr>
      <w:tr w:rsidR="009F158A" w:rsidRPr="00B81702" w14:paraId="7967C48A" w14:textId="77777777" w:rsidTr="00E12625">
        <w:tc>
          <w:tcPr>
            <w:tcW w:w="2552" w:type="dxa"/>
            <w:vMerge w:val="restart"/>
            <w:hideMark/>
          </w:tcPr>
          <w:p w14:paraId="6CEBBBDB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квалификационный уровень</w:t>
            </w:r>
          </w:p>
        </w:tc>
        <w:tc>
          <w:tcPr>
            <w:tcW w:w="4961" w:type="dxa"/>
            <w:hideMark/>
          </w:tcPr>
          <w:p w14:paraId="2A92C1F6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Инспектор по кадрам</w:t>
            </w:r>
          </w:p>
          <w:p w14:paraId="5B27C884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среднее профессиональное образование по программам подготовки специалистов среднего звена без предъявления требований к стажу работы или среднее профессиональное образование по программам подготовки квалифицированных рабочих (служащих), специальная подготовка по установленной программе и стаж работы по профилю не менее 3 лет, в том числе на данном предприятии не менее 1 года</w:t>
            </w:r>
          </w:p>
        </w:tc>
        <w:tc>
          <w:tcPr>
            <w:tcW w:w="1776" w:type="dxa"/>
            <w:hideMark/>
          </w:tcPr>
          <w:p w14:paraId="20445B1A" w14:textId="73DFF63A" w:rsidR="009F158A" w:rsidRPr="00B81702" w:rsidRDefault="0048765F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  <w:r w:rsid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914</w:t>
            </w:r>
          </w:p>
        </w:tc>
      </w:tr>
      <w:tr w:rsidR="0048765F" w:rsidRPr="00B81702" w14:paraId="78A390BF" w14:textId="77777777" w:rsidTr="00E12625">
        <w:tc>
          <w:tcPr>
            <w:tcW w:w="2552" w:type="dxa"/>
            <w:vMerge/>
            <w:vAlign w:val="center"/>
            <w:hideMark/>
          </w:tcPr>
          <w:p w14:paraId="1CEBE902" w14:textId="77777777" w:rsidR="0048765F" w:rsidRPr="00B81702" w:rsidRDefault="0048765F" w:rsidP="004876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hideMark/>
          </w:tcPr>
          <w:p w14:paraId="2156A368" w14:textId="77777777" w:rsidR="0048765F" w:rsidRPr="00B81702" w:rsidRDefault="0048765F" w:rsidP="004876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Лаборант</w:t>
            </w:r>
          </w:p>
          <w:p w14:paraId="13C790AB" w14:textId="77777777" w:rsidR="0048765F" w:rsidRPr="00B81702" w:rsidRDefault="0048765F" w:rsidP="004876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среднее профессиональное образование по программам подготовки специалистов среднего звена без предъявления требований к стажу работы</w:t>
            </w:r>
          </w:p>
        </w:tc>
        <w:tc>
          <w:tcPr>
            <w:tcW w:w="1776" w:type="dxa"/>
            <w:hideMark/>
          </w:tcPr>
          <w:p w14:paraId="6A05B953" w14:textId="1ECB98C1" w:rsidR="0048765F" w:rsidRPr="00B81702" w:rsidRDefault="0048765F" w:rsidP="004876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  <w:r w:rsid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914</w:t>
            </w:r>
          </w:p>
        </w:tc>
      </w:tr>
      <w:tr w:rsidR="0048765F" w:rsidRPr="00B81702" w14:paraId="76974F2E" w14:textId="77777777" w:rsidTr="00E12625">
        <w:tc>
          <w:tcPr>
            <w:tcW w:w="2552" w:type="dxa"/>
            <w:vMerge/>
            <w:vAlign w:val="center"/>
            <w:hideMark/>
          </w:tcPr>
          <w:p w14:paraId="35F4E94C" w14:textId="77777777" w:rsidR="0048765F" w:rsidRPr="00B81702" w:rsidRDefault="0048765F" w:rsidP="004876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hideMark/>
          </w:tcPr>
          <w:p w14:paraId="0FA6D078" w14:textId="77777777" w:rsidR="0048765F" w:rsidRPr="00B81702" w:rsidRDefault="0048765F" w:rsidP="004876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Секретарь руководителя</w:t>
            </w:r>
          </w:p>
          <w:p w14:paraId="0D98467E" w14:textId="77777777" w:rsidR="0048765F" w:rsidRPr="00B81702" w:rsidRDefault="0048765F" w:rsidP="004876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высшее образование без предъявления требований к стажу работы или среднее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профессиональное образование по программам подготовки специалистов среднего звена и стаж работы по специальности не менее 2 лет</w:t>
            </w:r>
          </w:p>
        </w:tc>
        <w:tc>
          <w:tcPr>
            <w:tcW w:w="1776" w:type="dxa"/>
            <w:hideMark/>
          </w:tcPr>
          <w:p w14:paraId="25D4FA69" w14:textId="5ED16817" w:rsidR="0048765F" w:rsidRPr="00B81702" w:rsidRDefault="0048765F" w:rsidP="004876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13</w:t>
            </w:r>
            <w:r w:rsid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914</w:t>
            </w:r>
          </w:p>
        </w:tc>
      </w:tr>
      <w:tr w:rsidR="0048765F" w:rsidRPr="00B81702" w14:paraId="68401778" w14:textId="77777777" w:rsidTr="00E12625">
        <w:tc>
          <w:tcPr>
            <w:tcW w:w="2552" w:type="dxa"/>
            <w:vMerge/>
            <w:vAlign w:val="center"/>
            <w:hideMark/>
          </w:tcPr>
          <w:p w14:paraId="25C58B07" w14:textId="77777777" w:rsidR="0048765F" w:rsidRPr="00B81702" w:rsidRDefault="0048765F" w:rsidP="004876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hideMark/>
          </w:tcPr>
          <w:p w14:paraId="26735400" w14:textId="77777777" w:rsidR="0048765F" w:rsidRPr="00B81702" w:rsidRDefault="0048765F" w:rsidP="004876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Техник</w:t>
            </w:r>
          </w:p>
          <w:p w14:paraId="316A5047" w14:textId="77777777" w:rsidR="0048765F" w:rsidRPr="00B81702" w:rsidRDefault="0048765F" w:rsidP="004876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среднее профессиональное (техническое) образование по программам подготовки специалистов среднего звена без предъявления требований к стажу работы </w:t>
            </w:r>
          </w:p>
        </w:tc>
        <w:tc>
          <w:tcPr>
            <w:tcW w:w="1776" w:type="dxa"/>
            <w:hideMark/>
          </w:tcPr>
          <w:p w14:paraId="56968A2F" w14:textId="3E129A49" w:rsidR="0048765F" w:rsidRPr="00B81702" w:rsidRDefault="0048765F" w:rsidP="004876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  <w:r w:rsid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914</w:t>
            </w:r>
          </w:p>
        </w:tc>
      </w:tr>
      <w:tr w:rsidR="0048765F" w:rsidRPr="00B81702" w14:paraId="5F96C9BE" w14:textId="77777777" w:rsidTr="00E12625">
        <w:tc>
          <w:tcPr>
            <w:tcW w:w="2552" w:type="dxa"/>
            <w:vMerge/>
            <w:vAlign w:val="center"/>
            <w:hideMark/>
          </w:tcPr>
          <w:p w14:paraId="7DD15418" w14:textId="77777777" w:rsidR="0048765F" w:rsidRPr="00B81702" w:rsidRDefault="0048765F" w:rsidP="004876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hideMark/>
          </w:tcPr>
          <w:p w14:paraId="6294266F" w14:textId="77777777" w:rsidR="0048765F" w:rsidRPr="00B81702" w:rsidRDefault="0048765F" w:rsidP="004876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Техник по защите информации</w:t>
            </w:r>
          </w:p>
          <w:p w14:paraId="68936B21" w14:textId="77777777" w:rsidR="0048765F" w:rsidRPr="00B81702" w:rsidRDefault="0048765F" w:rsidP="004876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среднее профессиональное образование по программам подготовки специалистов среднего звена без предъявления требований к стажу работы</w:t>
            </w:r>
          </w:p>
        </w:tc>
        <w:tc>
          <w:tcPr>
            <w:tcW w:w="1776" w:type="dxa"/>
            <w:hideMark/>
          </w:tcPr>
          <w:p w14:paraId="7A81C606" w14:textId="7D6EDABC" w:rsidR="0048765F" w:rsidRPr="00B81702" w:rsidRDefault="0048765F" w:rsidP="004876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  <w:r w:rsid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914</w:t>
            </w:r>
          </w:p>
        </w:tc>
      </w:tr>
      <w:tr w:rsidR="0048765F" w:rsidRPr="00B81702" w14:paraId="3A7D2642" w14:textId="77777777" w:rsidTr="00E12625">
        <w:tc>
          <w:tcPr>
            <w:tcW w:w="2552" w:type="dxa"/>
            <w:vMerge/>
            <w:vAlign w:val="center"/>
            <w:hideMark/>
          </w:tcPr>
          <w:p w14:paraId="36C657B7" w14:textId="77777777" w:rsidR="0048765F" w:rsidRPr="00B81702" w:rsidRDefault="0048765F" w:rsidP="004876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hideMark/>
          </w:tcPr>
          <w:p w14:paraId="721FCB37" w14:textId="77777777" w:rsidR="0048765F" w:rsidRPr="00B81702" w:rsidRDefault="0048765F" w:rsidP="004876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Техник-программист</w:t>
            </w:r>
          </w:p>
          <w:p w14:paraId="48C3DE9D" w14:textId="77777777" w:rsidR="0048765F" w:rsidRPr="00B81702" w:rsidRDefault="0048765F" w:rsidP="004876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среднее профессиональное образование по программам подготовки специалистов среднего звена без предъявления требований к стажу работы</w:t>
            </w:r>
          </w:p>
        </w:tc>
        <w:tc>
          <w:tcPr>
            <w:tcW w:w="1776" w:type="dxa"/>
            <w:hideMark/>
          </w:tcPr>
          <w:p w14:paraId="1D3FFA97" w14:textId="0392CE76" w:rsidR="0048765F" w:rsidRPr="00B81702" w:rsidRDefault="0048765F" w:rsidP="004876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  <w:r w:rsid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914</w:t>
            </w:r>
          </w:p>
        </w:tc>
      </w:tr>
      <w:tr w:rsidR="009F158A" w:rsidRPr="00B81702" w14:paraId="45C17AA9" w14:textId="77777777" w:rsidTr="00E12625">
        <w:tc>
          <w:tcPr>
            <w:tcW w:w="2552" w:type="dxa"/>
            <w:vMerge w:val="restart"/>
            <w:hideMark/>
          </w:tcPr>
          <w:p w14:paraId="6E317CAD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квалификационный уровень</w:t>
            </w:r>
          </w:p>
        </w:tc>
        <w:tc>
          <w:tcPr>
            <w:tcW w:w="4961" w:type="dxa"/>
            <w:hideMark/>
          </w:tcPr>
          <w:p w14:paraId="7B88FCB8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Заведующий канцелярией</w:t>
            </w:r>
          </w:p>
          <w:p w14:paraId="5154130F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среднее профессиональное образование по программам подготовки специалистов среднего звена без предъявления требований к стажу работы или среднее профессиональное образование по программам подготовки квалифицированных рабочих (служащих) и стаж работы по специальности не менее 3 лет</w:t>
            </w:r>
          </w:p>
        </w:tc>
        <w:tc>
          <w:tcPr>
            <w:tcW w:w="1776" w:type="dxa"/>
            <w:hideMark/>
          </w:tcPr>
          <w:p w14:paraId="216BF5CD" w14:textId="7E36A851" w:rsidR="009F158A" w:rsidRPr="00B81702" w:rsidRDefault="0048765F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  <w:r w:rsid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48765F" w:rsidRPr="00B81702" w14:paraId="7EB419D8" w14:textId="77777777" w:rsidTr="00E12625">
        <w:tc>
          <w:tcPr>
            <w:tcW w:w="2552" w:type="dxa"/>
            <w:vMerge/>
            <w:vAlign w:val="center"/>
            <w:hideMark/>
          </w:tcPr>
          <w:p w14:paraId="2A8B8049" w14:textId="77777777" w:rsidR="0048765F" w:rsidRPr="00B81702" w:rsidRDefault="0048765F" w:rsidP="004876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hideMark/>
          </w:tcPr>
          <w:p w14:paraId="44C530A8" w14:textId="77777777" w:rsidR="0048765F" w:rsidRPr="00B81702" w:rsidRDefault="0048765F" w:rsidP="004876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Заведующий складом</w:t>
            </w:r>
          </w:p>
          <w:p w14:paraId="5BE88973" w14:textId="77777777" w:rsidR="0048765F" w:rsidRPr="00B81702" w:rsidRDefault="0048765F" w:rsidP="004876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среднее профессиональное образование по программам подготовки специалистов среднего звена и стаж работы в должности заведующего складом не менее 1 года или среднее общее образование и стаж работы в должности заведующего складом не менее 3 лет</w:t>
            </w:r>
          </w:p>
        </w:tc>
        <w:tc>
          <w:tcPr>
            <w:tcW w:w="1776" w:type="dxa"/>
            <w:hideMark/>
          </w:tcPr>
          <w:p w14:paraId="02EDFA9D" w14:textId="1E593DB1" w:rsidR="0048765F" w:rsidRPr="00B81702" w:rsidRDefault="0048765F" w:rsidP="004876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  <w:r w:rsid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48765F" w:rsidRPr="00B81702" w14:paraId="7630C214" w14:textId="77777777" w:rsidTr="00E12625">
        <w:tc>
          <w:tcPr>
            <w:tcW w:w="2552" w:type="dxa"/>
            <w:vMerge/>
            <w:vAlign w:val="center"/>
            <w:hideMark/>
          </w:tcPr>
          <w:p w14:paraId="5E50783E" w14:textId="77777777" w:rsidR="0048765F" w:rsidRPr="00B81702" w:rsidRDefault="0048765F" w:rsidP="004876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hideMark/>
          </w:tcPr>
          <w:p w14:paraId="5021CE58" w14:textId="77777777" w:rsidR="0048765F" w:rsidRPr="00B81702" w:rsidRDefault="0048765F" w:rsidP="004876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Заведующий хозяйством</w:t>
            </w:r>
          </w:p>
          <w:p w14:paraId="3BF5EE6B" w14:textId="77777777" w:rsidR="0048765F" w:rsidRPr="00B81702" w:rsidRDefault="0048765F" w:rsidP="004876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среднее профессиональное образование по программам подготовки специалистов среднего звена и стаж работы по хозяйственному обслуживанию не менее 1 года или среднее профессиональное образование по программам подготовки квалифицированных рабочих (служащих), и стаж работы по хозяйственному обслуживанию не менее 3 лет</w:t>
            </w:r>
          </w:p>
        </w:tc>
        <w:tc>
          <w:tcPr>
            <w:tcW w:w="1776" w:type="dxa"/>
            <w:hideMark/>
          </w:tcPr>
          <w:p w14:paraId="64C860A7" w14:textId="7C5FB241" w:rsidR="0048765F" w:rsidRPr="00B81702" w:rsidRDefault="0048765F" w:rsidP="004876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  <w:r w:rsid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48765F" w:rsidRPr="00B81702" w14:paraId="63E97298" w14:textId="77777777" w:rsidTr="00E12625">
        <w:tc>
          <w:tcPr>
            <w:tcW w:w="2552" w:type="dxa"/>
            <w:vMerge/>
            <w:vAlign w:val="center"/>
            <w:hideMark/>
          </w:tcPr>
          <w:p w14:paraId="47926A2F" w14:textId="77777777" w:rsidR="0048765F" w:rsidRPr="00B81702" w:rsidRDefault="0048765F" w:rsidP="004876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hideMark/>
          </w:tcPr>
          <w:p w14:paraId="57005CB9" w14:textId="10D13021" w:rsidR="0048765F" w:rsidRPr="00B81702" w:rsidRDefault="0048765F" w:rsidP="004876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Старший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&lt;*&gt;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инспектор по кадрам</w:t>
            </w:r>
          </w:p>
          <w:p w14:paraId="43F20245" w14:textId="77777777" w:rsidR="0048765F" w:rsidRPr="00B81702" w:rsidRDefault="0048765F" w:rsidP="004876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среднее профессиональное образование по программам подготовки специалистов среднего звена без предъявления требований к стажу работы или среднее профессиональное образование по программам подготовки квалифицированных рабочих (служащих), специальная подготовка по установленной программе и стаж работы по профилю не менее 3 лет, в том числе на данном предприятии не менее 1 года</w:t>
            </w:r>
          </w:p>
        </w:tc>
        <w:tc>
          <w:tcPr>
            <w:tcW w:w="1776" w:type="dxa"/>
            <w:hideMark/>
          </w:tcPr>
          <w:p w14:paraId="364DDB79" w14:textId="07A944A0" w:rsidR="0048765F" w:rsidRPr="00B81702" w:rsidRDefault="0048765F" w:rsidP="004876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  <w:r w:rsid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48765F" w:rsidRPr="00B81702" w14:paraId="2820D916" w14:textId="77777777" w:rsidTr="00E12625">
        <w:tc>
          <w:tcPr>
            <w:tcW w:w="2552" w:type="dxa"/>
            <w:vMerge/>
            <w:vAlign w:val="center"/>
            <w:hideMark/>
          </w:tcPr>
          <w:p w14:paraId="0DDE0F8F" w14:textId="77777777" w:rsidR="0048765F" w:rsidRPr="00B81702" w:rsidRDefault="0048765F" w:rsidP="004876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hideMark/>
          </w:tcPr>
          <w:p w14:paraId="1B07885D" w14:textId="5512268D" w:rsidR="0048765F" w:rsidRPr="00B81702" w:rsidRDefault="0048765F" w:rsidP="004876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Старший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&lt;*&gt;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лаборант</w:t>
            </w:r>
          </w:p>
          <w:p w14:paraId="0B072018" w14:textId="77777777" w:rsidR="0048765F" w:rsidRPr="00B81702" w:rsidRDefault="0048765F" w:rsidP="004876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среднее профессиональное образование по программам подготовки специалистов среднего звена без предъявления требований к стажу работы</w:t>
            </w:r>
          </w:p>
        </w:tc>
        <w:tc>
          <w:tcPr>
            <w:tcW w:w="1776" w:type="dxa"/>
            <w:hideMark/>
          </w:tcPr>
          <w:p w14:paraId="2B66F710" w14:textId="1F08F35C" w:rsidR="0048765F" w:rsidRPr="00B81702" w:rsidRDefault="0048765F" w:rsidP="004876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  <w:r w:rsid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48765F" w:rsidRPr="00B81702" w14:paraId="4D838F86" w14:textId="77777777" w:rsidTr="00E12625">
        <w:tc>
          <w:tcPr>
            <w:tcW w:w="2552" w:type="dxa"/>
            <w:vMerge/>
            <w:vAlign w:val="center"/>
            <w:hideMark/>
          </w:tcPr>
          <w:p w14:paraId="0F34E448" w14:textId="77777777" w:rsidR="0048765F" w:rsidRPr="00B81702" w:rsidRDefault="0048765F" w:rsidP="004876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hideMark/>
          </w:tcPr>
          <w:p w14:paraId="7B2655F9" w14:textId="77777777" w:rsidR="0048765F" w:rsidRPr="00B81702" w:rsidRDefault="0048765F" w:rsidP="004876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Техник II категории</w:t>
            </w:r>
          </w:p>
          <w:p w14:paraId="08BD3E07" w14:textId="77777777" w:rsidR="0048765F" w:rsidRPr="00B81702" w:rsidRDefault="0048765F" w:rsidP="004876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среднее профессиональное (техническое) образование по программам подготовки специалистов среднего звена и стаж работы в должности техника или других должностях, замещаемых специалистами со средним профессиональным образованием, не менее 2 лет</w:t>
            </w:r>
          </w:p>
        </w:tc>
        <w:tc>
          <w:tcPr>
            <w:tcW w:w="1776" w:type="dxa"/>
            <w:hideMark/>
          </w:tcPr>
          <w:p w14:paraId="5F013CBA" w14:textId="0F8CA23E" w:rsidR="0048765F" w:rsidRPr="00B81702" w:rsidRDefault="0048765F" w:rsidP="004876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  <w:r w:rsid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48765F" w:rsidRPr="00B81702" w14:paraId="3A62DB95" w14:textId="77777777" w:rsidTr="00E12625">
        <w:tc>
          <w:tcPr>
            <w:tcW w:w="2552" w:type="dxa"/>
            <w:vMerge/>
            <w:vAlign w:val="center"/>
            <w:hideMark/>
          </w:tcPr>
          <w:p w14:paraId="4B25ED5B" w14:textId="77777777" w:rsidR="0048765F" w:rsidRPr="00B81702" w:rsidRDefault="0048765F" w:rsidP="004876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hideMark/>
          </w:tcPr>
          <w:p w14:paraId="090FA88F" w14:textId="77777777" w:rsidR="0048765F" w:rsidRPr="00B81702" w:rsidRDefault="0048765F" w:rsidP="004876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Техник по защите информации II категории</w:t>
            </w:r>
          </w:p>
          <w:p w14:paraId="38C22A06" w14:textId="77777777" w:rsidR="0048765F" w:rsidRPr="00B81702" w:rsidRDefault="0048765F" w:rsidP="004876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среднее профессиональное образование по программам подготовки специалистов среднего звена и стаж работы в должности техника по защите информации или других должностях, замещаемых специалистами со средним профессиональным образованием, не менее 2 лет</w:t>
            </w:r>
          </w:p>
        </w:tc>
        <w:tc>
          <w:tcPr>
            <w:tcW w:w="1776" w:type="dxa"/>
            <w:hideMark/>
          </w:tcPr>
          <w:p w14:paraId="0BD30B3D" w14:textId="444606A6" w:rsidR="0048765F" w:rsidRPr="00B81702" w:rsidRDefault="0048765F" w:rsidP="004876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  <w:r w:rsid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9F158A" w:rsidRPr="00B81702" w14:paraId="5EEA079F" w14:textId="77777777" w:rsidTr="00E12625">
        <w:tc>
          <w:tcPr>
            <w:tcW w:w="2552" w:type="dxa"/>
            <w:vMerge/>
            <w:vAlign w:val="center"/>
            <w:hideMark/>
          </w:tcPr>
          <w:p w14:paraId="7D8EB459" w14:textId="77777777" w:rsidR="009F158A" w:rsidRPr="00B81702" w:rsidRDefault="009F158A" w:rsidP="009F158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hideMark/>
          </w:tcPr>
          <w:p w14:paraId="66A9B6A3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Техник-программист II категории</w:t>
            </w:r>
          </w:p>
          <w:p w14:paraId="17D0723E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среднее профессиональное образование по программам подготовки специалистов среднего звена и стаж работы в должности техника-программиста не менее 2 лет</w:t>
            </w:r>
          </w:p>
        </w:tc>
        <w:tc>
          <w:tcPr>
            <w:tcW w:w="1776" w:type="dxa"/>
            <w:hideMark/>
          </w:tcPr>
          <w:p w14:paraId="32BB84FF" w14:textId="0B46FECC" w:rsidR="009F158A" w:rsidRPr="00B81702" w:rsidRDefault="0048765F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  <w:r w:rsid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9F158A" w:rsidRPr="00B81702" w14:paraId="7D046BD5" w14:textId="77777777" w:rsidTr="00E12625">
        <w:tc>
          <w:tcPr>
            <w:tcW w:w="2552" w:type="dxa"/>
            <w:vMerge w:val="restart"/>
            <w:hideMark/>
          </w:tcPr>
          <w:p w14:paraId="5333488F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квалификационный уровень</w:t>
            </w:r>
          </w:p>
        </w:tc>
        <w:tc>
          <w:tcPr>
            <w:tcW w:w="4961" w:type="dxa"/>
            <w:hideMark/>
          </w:tcPr>
          <w:p w14:paraId="71738211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Заведующий производством (шеф-повар)</w:t>
            </w:r>
          </w:p>
          <w:p w14:paraId="7751CA7F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образование и стаж работы по специальности не менее 3 лет или среднее профессиональное образование по программам подготовки специалистов среднего звена и стаж работы по специальности не менее 5 лет</w:t>
            </w:r>
          </w:p>
        </w:tc>
        <w:tc>
          <w:tcPr>
            <w:tcW w:w="1776" w:type="dxa"/>
            <w:hideMark/>
          </w:tcPr>
          <w:p w14:paraId="17D261F3" w14:textId="635181E5" w:rsidR="009F158A" w:rsidRPr="00B81702" w:rsidRDefault="0048765F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  <w:r w:rsid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</w:tr>
      <w:tr w:rsidR="0048765F" w:rsidRPr="00B81702" w14:paraId="7EE3ECD3" w14:textId="77777777" w:rsidTr="00E12625">
        <w:tc>
          <w:tcPr>
            <w:tcW w:w="2552" w:type="dxa"/>
            <w:vMerge/>
            <w:vAlign w:val="center"/>
            <w:hideMark/>
          </w:tcPr>
          <w:p w14:paraId="2DA9D24D" w14:textId="77777777" w:rsidR="0048765F" w:rsidRPr="00B81702" w:rsidRDefault="0048765F" w:rsidP="004876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hideMark/>
          </w:tcPr>
          <w:p w14:paraId="66F59AA1" w14:textId="77777777" w:rsidR="0048765F" w:rsidRPr="00B81702" w:rsidRDefault="0048765F" w:rsidP="004876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хозяйственного отдела</w:t>
            </w:r>
          </w:p>
          <w:p w14:paraId="7739F757" w14:textId="77777777" w:rsidR="0048765F" w:rsidRPr="00B81702" w:rsidRDefault="0048765F" w:rsidP="004876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образование и стаж работы по специальности не менее 2 лет или среднее профессиональное образование по программам подготовки специалистов среднего звена и стаж работы по специальности не менее 5 лет</w:t>
            </w:r>
          </w:p>
        </w:tc>
        <w:tc>
          <w:tcPr>
            <w:tcW w:w="1776" w:type="dxa"/>
            <w:hideMark/>
          </w:tcPr>
          <w:p w14:paraId="05D2B12E" w14:textId="722C855F" w:rsidR="0048765F" w:rsidRPr="00B81702" w:rsidRDefault="0048765F" w:rsidP="004876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  <w:r w:rsid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</w:tr>
      <w:tr w:rsidR="0048765F" w:rsidRPr="00B81702" w14:paraId="02050AE7" w14:textId="77777777" w:rsidTr="00E12625">
        <w:tc>
          <w:tcPr>
            <w:tcW w:w="2552" w:type="dxa"/>
            <w:vMerge/>
            <w:vAlign w:val="center"/>
            <w:hideMark/>
          </w:tcPr>
          <w:p w14:paraId="090166EC" w14:textId="77777777" w:rsidR="0048765F" w:rsidRPr="00B81702" w:rsidRDefault="0048765F" w:rsidP="004876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hideMark/>
          </w:tcPr>
          <w:p w14:paraId="15D62069" w14:textId="77777777" w:rsidR="0048765F" w:rsidRPr="00B81702" w:rsidRDefault="0048765F" w:rsidP="004876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Техник I категории</w:t>
            </w:r>
          </w:p>
          <w:p w14:paraId="52A62A38" w14:textId="77777777" w:rsidR="0048765F" w:rsidRPr="00B81702" w:rsidRDefault="0048765F" w:rsidP="004876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среднее профессиональное (техническое) образование по программам подготовки специалистов среднего звена и стаж работы в должности техника II категории не менее 2 лет</w:t>
            </w:r>
          </w:p>
        </w:tc>
        <w:tc>
          <w:tcPr>
            <w:tcW w:w="1776" w:type="dxa"/>
            <w:hideMark/>
          </w:tcPr>
          <w:p w14:paraId="4BAE8A86" w14:textId="7A695A65" w:rsidR="0048765F" w:rsidRPr="00B81702" w:rsidRDefault="0048765F" w:rsidP="004876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  <w:r w:rsid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</w:tr>
      <w:tr w:rsidR="0048765F" w:rsidRPr="00B81702" w14:paraId="7C0F4E95" w14:textId="77777777" w:rsidTr="00E12625">
        <w:tc>
          <w:tcPr>
            <w:tcW w:w="2552" w:type="dxa"/>
            <w:vMerge/>
            <w:vAlign w:val="center"/>
            <w:hideMark/>
          </w:tcPr>
          <w:p w14:paraId="167FF9B1" w14:textId="77777777" w:rsidR="0048765F" w:rsidRPr="00B81702" w:rsidRDefault="0048765F" w:rsidP="004876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hideMark/>
          </w:tcPr>
          <w:p w14:paraId="469AB081" w14:textId="77777777" w:rsidR="0048765F" w:rsidRPr="00B81702" w:rsidRDefault="0048765F" w:rsidP="004876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Техник по защите информации I категории</w:t>
            </w:r>
          </w:p>
          <w:p w14:paraId="37720DFF" w14:textId="77777777" w:rsidR="0048765F" w:rsidRPr="00B81702" w:rsidRDefault="0048765F" w:rsidP="004876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среднее профессиональное образование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 программам подготовки специалистов среднего звена и стаж работы в должности техника по защите информации II категории не менее 2 лет</w:t>
            </w:r>
          </w:p>
        </w:tc>
        <w:tc>
          <w:tcPr>
            <w:tcW w:w="1776" w:type="dxa"/>
            <w:hideMark/>
          </w:tcPr>
          <w:p w14:paraId="2D8FADE7" w14:textId="0C678E5A" w:rsidR="0048765F" w:rsidRPr="00B81702" w:rsidRDefault="0048765F" w:rsidP="004876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14</w:t>
            </w:r>
            <w:r w:rsid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</w:tr>
      <w:tr w:rsidR="0048765F" w:rsidRPr="00B81702" w14:paraId="5AB1566A" w14:textId="77777777" w:rsidTr="00E12625">
        <w:tc>
          <w:tcPr>
            <w:tcW w:w="2552" w:type="dxa"/>
            <w:vMerge/>
            <w:vAlign w:val="center"/>
            <w:hideMark/>
          </w:tcPr>
          <w:p w14:paraId="724697E5" w14:textId="77777777" w:rsidR="0048765F" w:rsidRPr="00B81702" w:rsidRDefault="0048765F" w:rsidP="004876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hideMark/>
          </w:tcPr>
          <w:p w14:paraId="193E3071" w14:textId="77777777" w:rsidR="0048765F" w:rsidRPr="00B81702" w:rsidRDefault="0048765F" w:rsidP="004876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Техник-программист I категории</w:t>
            </w:r>
          </w:p>
          <w:p w14:paraId="01D52975" w14:textId="77777777" w:rsidR="0048765F" w:rsidRPr="00B81702" w:rsidRDefault="0048765F" w:rsidP="0048765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среднее профессиональное образование по программам подготовки специалистов среднего звена и стаж работы в должности техника-программиста II категории не менее 2 лет</w:t>
            </w:r>
          </w:p>
        </w:tc>
        <w:tc>
          <w:tcPr>
            <w:tcW w:w="1776" w:type="dxa"/>
            <w:hideMark/>
          </w:tcPr>
          <w:p w14:paraId="69A42F24" w14:textId="7AE2A871" w:rsidR="0048765F" w:rsidRPr="00B81702" w:rsidRDefault="0048765F" w:rsidP="004876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  <w:r w:rsid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</w:tr>
      <w:tr w:rsidR="009F158A" w:rsidRPr="00B81702" w14:paraId="30A835CA" w14:textId="77777777" w:rsidTr="00E12625">
        <w:tc>
          <w:tcPr>
            <w:tcW w:w="9289" w:type="dxa"/>
            <w:gridSpan w:val="3"/>
            <w:hideMark/>
          </w:tcPr>
          <w:p w14:paraId="604D0549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Профессиональная квалификационная группа</w:t>
            </w:r>
          </w:p>
          <w:p w14:paraId="05D0A720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«Общеотраслевые должности служащих третьего уровня»</w:t>
            </w:r>
          </w:p>
        </w:tc>
      </w:tr>
      <w:tr w:rsidR="009F158A" w:rsidRPr="00B81702" w14:paraId="3DF2CC7B" w14:textId="77777777" w:rsidTr="00E12625">
        <w:tc>
          <w:tcPr>
            <w:tcW w:w="2552" w:type="dxa"/>
            <w:vMerge w:val="restart"/>
            <w:hideMark/>
          </w:tcPr>
          <w:p w14:paraId="402464F1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квалификационный уровень</w:t>
            </w:r>
          </w:p>
        </w:tc>
        <w:tc>
          <w:tcPr>
            <w:tcW w:w="4961" w:type="dxa"/>
            <w:hideMark/>
          </w:tcPr>
          <w:p w14:paraId="4F41543B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Бухгалтер</w:t>
            </w:r>
          </w:p>
          <w:p w14:paraId="18493DBE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среднее профессиональное (экономическое) образование по программам подготовки специалистов среднего звена без предъявления требований к стажу работы или специальная подготовка по установленной программе и стаж работы по учету и контролю не менее 3 лет</w:t>
            </w:r>
          </w:p>
        </w:tc>
        <w:tc>
          <w:tcPr>
            <w:tcW w:w="1776" w:type="dxa"/>
            <w:hideMark/>
          </w:tcPr>
          <w:p w14:paraId="4CD2617D" w14:textId="72278BC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  <w:r w:rsid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744</w:t>
            </w:r>
          </w:p>
        </w:tc>
      </w:tr>
      <w:tr w:rsidR="009F158A" w:rsidRPr="00B81702" w14:paraId="6A4D7A75" w14:textId="77777777" w:rsidTr="00E12625">
        <w:tc>
          <w:tcPr>
            <w:tcW w:w="2552" w:type="dxa"/>
            <w:vMerge/>
            <w:vAlign w:val="center"/>
            <w:hideMark/>
          </w:tcPr>
          <w:p w14:paraId="269B5CE2" w14:textId="77777777" w:rsidR="009F158A" w:rsidRPr="00B81702" w:rsidRDefault="009F158A" w:rsidP="009F158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hideMark/>
          </w:tcPr>
          <w:p w14:paraId="3147078B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Инженер</w:t>
            </w:r>
          </w:p>
          <w:p w14:paraId="0CF9373E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(техническое) образование без предъявления требований к стажу работы или среднее профессиональное (техническое) образование по программам подготовки специалистов среднего звена и стаж работы в должности техника I категории не менее 3 лет либо других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776" w:type="dxa"/>
            <w:hideMark/>
          </w:tcPr>
          <w:p w14:paraId="4FC8ED89" w14:textId="0A3A4F80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  <w:r w:rsid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744</w:t>
            </w:r>
          </w:p>
        </w:tc>
      </w:tr>
      <w:tr w:rsidR="009F158A" w:rsidRPr="00B81702" w14:paraId="0E5C819E" w14:textId="77777777" w:rsidTr="00E12625">
        <w:tc>
          <w:tcPr>
            <w:tcW w:w="2552" w:type="dxa"/>
            <w:vMerge/>
            <w:vAlign w:val="center"/>
            <w:hideMark/>
          </w:tcPr>
          <w:p w14:paraId="395FC49A" w14:textId="77777777" w:rsidR="009F158A" w:rsidRPr="00B81702" w:rsidRDefault="009F158A" w:rsidP="009F158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hideMark/>
          </w:tcPr>
          <w:p w14:paraId="2A062994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Инженер-программист (программист)</w:t>
            </w:r>
          </w:p>
          <w:p w14:paraId="4975E03E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(техническое или инженерно-экономическое) образование без предъявления требований к стажу работы или среднее профессиональное (техническое или инженерно-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экономическое) образование по программам подготовки специалистов среднего звена и стаж работы в должности техника I категории не менее 3 лет либо других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776" w:type="dxa"/>
            <w:hideMark/>
          </w:tcPr>
          <w:p w14:paraId="4A287D52" w14:textId="6BBEF0DF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14</w:t>
            </w:r>
            <w:r w:rsid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744</w:t>
            </w:r>
          </w:p>
        </w:tc>
      </w:tr>
      <w:tr w:rsidR="009F158A" w:rsidRPr="00B81702" w14:paraId="0405F6D0" w14:textId="77777777" w:rsidTr="00E12625">
        <w:tc>
          <w:tcPr>
            <w:tcW w:w="2552" w:type="dxa"/>
            <w:vMerge/>
            <w:vAlign w:val="center"/>
            <w:hideMark/>
          </w:tcPr>
          <w:p w14:paraId="0DE5412D" w14:textId="77777777" w:rsidR="009F158A" w:rsidRPr="00B81702" w:rsidRDefault="009F158A" w:rsidP="009F158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hideMark/>
          </w:tcPr>
          <w:p w14:paraId="2F02065C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Инженер по защите информации</w:t>
            </w:r>
          </w:p>
          <w:p w14:paraId="7BBAB4EF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(техническое) образование без предъявления требований к стажу работы или среднее профессиональное (техническое) образование по программам подготовки специалистов среднего звена и стаж работы в должности техника по защите информации I категории не менее 3 лет либо других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776" w:type="dxa"/>
            <w:hideMark/>
          </w:tcPr>
          <w:p w14:paraId="44BC39E6" w14:textId="72D428C5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  <w:r w:rsid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744</w:t>
            </w:r>
          </w:p>
        </w:tc>
      </w:tr>
      <w:tr w:rsidR="009F158A" w:rsidRPr="00B81702" w14:paraId="1C7819DD" w14:textId="77777777" w:rsidTr="00E12625">
        <w:tc>
          <w:tcPr>
            <w:tcW w:w="2552" w:type="dxa"/>
            <w:vMerge/>
            <w:vAlign w:val="center"/>
            <w:hideMark/>
          </w:tcPr>
          <w:p w14:paraId="73DA3D43" w14:textId="77777777" w:rsidR="009F158A" w:rsidRPr="00B81702" w:rsidRDefault="009F158A" w:rsidP="009F158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hideMark/>
          </w:tcPr>
          <w:p w14:paraId="166D19EB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Инженер по ремонту</w:t>
            </w:r>
          </w:p>
          <w:p w14:paraId="72881978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(техническое) образование без предъявления требований к стажу работы или среднее профессиональное (техническое) образование по программам подготовки специалистов среднего звена и стаж работы в должности техника I категории не менее 3 лет либо других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776" w:type="dxa"/>
            <w:hideMark/>
          </w:tcPr>
          <w:p w14:paraId="6A460D46" w14:textId="450F2B1B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  <w:r w:rsid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744</w:t>
            </w:r>
          </w:p>
        </w:tc>
      </w:tr>
      <w:tr w:rsidR="009F158A" w:rsidRPr="00B81702" w14:paraId="2B7D24FC" w14:textId="77777777" w:rsidTr="00E12625">
        <w:tc>
          <w:tcPr>
            <w:tcW w:w="2552" w:type="dxa"/>
            <w:vMerge/>
            <w:vAlign w:val="center"/>
            <w:hideMark/>
          </w:tcPr>
          <w:p w14:paraId="4684E82F" w14:textId="77777777" w:rsidR="009F158A" w:rsidRPr="00B81702" w:rsidRDefault="009F158A" w:rsidP="009F158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hideMark/>
          </w:tcPr>
          <w:p w14:paraId="73CC360D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Специалист по защите информации</w:t>
            </w:r>
          </w:p>
          <w:p w14:paraId="7C428EE6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(техническое) образование без предъявления требования к стажу работы</w:t>
            </w:r>
          </w:p>
        </w:tc>
        <w:tc>
          <w:tcPr>
            <w:tcW w:w="1776" w:type="dxa"/>
            <w:hideMark/>
          </w:tcPr>
          <w:p w14:paraId="20710943" w14:textId="3C7C748D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  <w:r w:rsid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744</w:t>
            </w:r>
          </w:p>
        </w:tc>
      </w:tr>
      <w:tr w:rsidR="009F158A" w:rsidRPr="00B81702" w14:paraId="4DA4A3B8" w14:textId="77777777" w:rsidTr="00E12625">
        <w:tc>
          <w:tcPr>
            <w:tcW w:w="2552" w:type="dxa"/>
            <w:vMerge/>
            <w:vAlign w:val="center"/>
            <w:hideMark/>
          </w:tcPr>
          <w:p w14:paraId="7B00A29F" w14:textId="77777777" w:rsidR="009F158A" w:rsidRPr="00B81702" w:rsidRDefault="009F158A" w:rsidP="009F158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hideMark/>
          </w:tcPr>
          <w:p w14:paraId="626BAE1D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Специалист по кадрам</w:t>
            </w:r>
          </w:p>
          <w:p w14:paraId="58036E38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образование без предъявления требований к стажу работы</w:t>
            </w:r>
          </w:p>
        </w:tc>
        <w:tc>
          <w:tcPr>
            <w:tcW w:w="1776" w:type="dxa"/>
            <w:hideMark/>
          </w:tcPr>
          <w:p w14:paraId="16A83276" w14:textId="605834DD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  <w:r w:rsid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744</w:t>
            </w:r>
          </w:p>
        </w:tc>
      </w:tr>
      <w:tr w:rsidR="009F158A" w:rsidRPr="00B81702" w14:paraId="0E340D49" w14:textId="77777777" w:rsidTr="00E12625">
        <w:tc>
          <w:tcPr>
            <w:tcW w:w="2552" w:type="dxa"/>
            <w:vMerge/>
            <w:vAlign w:val="center"/>
            <w:hideMark/>
          </w:tcPr>
          <w:p w14:paraId="4029B54B" w14:textId="77777777" w:rsidR="009F158A" w:rsidRPr="00B81702" w:rsidRDefault="009F158A" w:rsidP="009F158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hideMark/>
          </w:tcPr>
          <w:p w14:paraId="1B1CC3DB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Специалист по связям с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общественностью</w:t>
            </w:r>
          </w:p>
          <w:p w14:paraId="39927895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образование по специальности «Связи с общественностью» без предъявления требований к стажу работы или высшее образование и дополнительная подготовка по специальности связи с общественностью без предъявления требований к стажу работы</w:t>
            </w:r>
          </w:p>
        </w:tc>
        <w:tc>
          <w:tcPr>
            <w:tcW w:w="1776" w:type="dxa"/>
            <w:hideMark/>
          </w:tcPr>
          <w:p w14:paraId="4328C5AB" w14:textId="679C8324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14</w:t>
            </w:r>
            <w:r w:rsid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744</w:t>
            </w:r>
          </w:p>
        </w:tc>
      </w:tr>
      <w:tr w:rsidR="009F158A" w:rsidRPr="00B81702" w14:paraId="692CDCD8" w14:textId="77777777" w:rsidTr="00E12625">
        <w:tc>
          <w:tcPr>
            <w:tcW w:w="2552" w:type="dxa"/>
            <w:vMerge/>
            <w:vAlign w:val="center"/>
            <w:hideMark/>
          </w:tcPr>
          <w:p w14:paraId="7DEE6D07" w14:textId="77777777" w:rsidR="009F158A" w:rsidRPr="00B81702" w:rsidRDefault="009F158A" w:rsidP="009F158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hideMark/>
          </w:tcPr>
          <w:p w14:paraId="3ED998A2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Экономист</w:t>
            </w:r>
          </w:p>
          <w:p w14:paraId="3CC158B1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(экономическое) образование без предъявления требований к стажу работы либо среднее профессиональное (экономическое) образование по программам подготовки специалистов среднего звена и стаж работы в должности техника I категории не менее 3 лет или других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776" w:type="dxa"/>
            <w:hideMark/>
          </w:tcPr>
          <w:p w14:paraId="60744FF9" w14:textId="0E1A6A0E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  <w:r w:rsid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744</w:t>
            </w:r>
          </w:p>
        </w:tc>
      </w:tr>
      <w:tr w:rsidR="009F158A" w:rsidRPr="00B81702" w14:paraId="1FF17CD1" w14:textId="77777777" w:rsidTr="00E12625">
        <w:tc>
          <w:tcPr>
            <w:tcW w:w="2552" w:type="dxa"/>
            <w:vMerge/>
            <w:vAlign w:val="center"/>
            <w:hideMark/>
          </w:tcPr>
          <w:p w14:paraId="79213F0E" w14:textId="77777777" w:rsidR="009F158A" w:rsidRPr="00B81702" w:rsidRDefault="009F158A" w:rsidP="009F158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hideMark/>
          </w:tcPr>
          <w:p w14:paraId="0B7CEE35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Юрисконсульт</w:t>
            </w:r>
          </w:p>
          <w:p w14:paraId="52CB0CF1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(юридическое) образование без предъявления требований к стажу работы или среднее профессиональное (юридическое) образование по программам подготовки специалистов среднего звена и стаж работы в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776" w:type="dxa"/>
            <w:hideMark/>
          </w:tcPr>
          <w:p w14:paraId="52BC6167" w14:textId="4DC4EA2C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  <w:r w:rsid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744</w:t>
            </w:r>
          </w:p>
        </w:tc>
      </w:tr>
      <w:tr w:rsidR="009F158A" w:rsidRPr="00B81702" w14:paraId="2F14C9E5" w14:textId="77777777" w:rsidTr="00E12625">
        <w:tc>
          <w:tcPr>
            <w:tcW w:w="2552" w:type="dxa"/>
            <w:vMerge w:val="restart"/>
            <w:hideMark/>
          </w:tcPr>
          <w:p w14:paraId="0E4E33F2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квалификационный уровень</w:t>
            </w:r>
          </w:p>
        </w:tc>
        <w:tc>
          <w:tcPr>
            <w:tcW w:w="4961" w:type="dxa"/>
            <w:hideMark/>
          </w:tcPr>
          <w:p w14:paraId="692B9278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Бухгалтер II категории</w:t>
            </w:r>
          </w:p>
          <w:p w14:paraId="479EF157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(экономическое) образование без предъявления требований к стажу работы или среднее профессиональное (экономическое) образование по программам подготовки специалистов среднего звена и стаж работы в должности бухгалтера не менее 3 лет</w:t>
            </w:r>
          </w:p>
        </w:tc>
        <w:tc>
          <w:tcPr>
            <w:tcW w:w="1776" w:type="dxa"/>
            <w:hideMark/>
          </w:tcPr>
          <w:p w14:paraId="379D7817" w14:textId="5F39FEAC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  <w:r w:rsid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549</w:t>
            </w:r>
          </w:p>
        </w:tc>
      </w:tr>
      <w:tr w:rsidR="009F158A" w:rsidRPr="00B81702" w14:paraId="530E3322" w14:textId="77777777" w:rsidTr="00E12625">
        <w:tc>
          <w:tcPr>
            <w:tcW w:w="2552" w:type="dxa"/>
            <w:vMerge/>
            <w:vAlign w:val="center"/>
            <w:hideMark/>
          </w:tcPr>
          <w:p w14:paraId="4B92313B" w14:textId="77777777" w:rsidR="009F158A" w:rsidRPr="00B81702" w:rsidRDefault="009F158A" w:rsidP="009F158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hideMark/>
          </w:tcPr>
          <w:p w14:paraId="42777282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Инженер II категории</w:t>
            </w:r>
          </w:p>
          <w:p w14:paraId="7B70C967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высшее (техническое) образование и стаж работы в должности инженера или других инженерно-технических должностях, замещаемых специалистами с высшим профессиональным образованием, не менее 3 лет</w:t>
            </w:r>
          </w:p>
        </w:tc>
        <w:tc>
          <w:tcPr>
            <w:tcW w:w="1776" w:type="dxa"/>
            <w:hideMark/>
          </w:tcPr>
          <w:p w14:paraId="30EB6F00" w14:textId="5E9C68A2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15</w:t>
            </w:r>
            <w:r w:rsid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549</w:t>
            </w:r>
          </w:p>
        </w:tc>
      </w:tr>
      <w:tr w:rsidR="009F158A" w:rsidRPr="00B81702" w14:paraId="7D19502F" w14:textId="77777777" w:rsidTr="00E12625">
        <w:tc>
          <w:tcPr>
            <w:tcW w:w="2552" w:type="dxa"/>
            <w:vMerge/>
            <w:vAlign w:val="center"/>
            <w:hideMark/>
          </w:tcPr>
          <w:p w14:paraId="62CC7AEA" w14:textId="77777777" w:rsidR="009F158A" w:rsidRPr="00B81702" w:rsidRDefault="009F158A" w:rsidP="009F158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hideMark/>
          </w:tcPr>
          <w:p w14:paraId="59943B7F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Инженер-программист (программист) II категории</w:t>
            </w:r>
          </w:p>
          <w:p w14:paraId="26BB64D5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(техническое или инженерно-экономическое) образование и стаж работы в должности инженера-программиста III категории или других инженерно-технических должностях, замещаемых специалистами с высшим профессиональным образованием, не менее 3 лет</w:t>
            </w:r>
          </w:p>
        </w:tc>
        <w:tc>
          <w:tcPr>
            <w:tcW w:w="1776" w:type="dxa"/>
            <w:hideMark/>
          </w:tcPr>
          <w:p w14:paraId="7E181638" w14:textId="77542BB0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  <w:r w:rsid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549</w:t>
            </w:r>
          </w:p>
        </w:tc>
      </w:tr>
      <w:tr w:rsidR="009F158A" w:rsidRPr="00B81702" w14:paraId="2012F77B" w14:textId="77777777" w:rsidTr="00E12625">
        <w:tc>
          <w:tcPr>
            <w:tcW w:w="2552" w:type="dxa"/>
            <w:vMerge/>
            <w:vAlign w:val="center"/>
            <w:hideMark/>
          </w:tcPr>
          <w:p w14:paraId="4F26265E" w14:textId="77777777" w:rsidR="009F158A" w:rsidRPr="00B81702" w:rsidRDefault="009F158A" w:rsidP="009F158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hideMark/>
          </w:tcPr>
          <w:p w14:paraId="059AB167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Инженер по ремонту II категории</w:t>
            </w:r>
          </w:p>
          <w:p w14:paraId="1A947A50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(техническое) образование и стаж работы в должности инженера по ремонту или других инженерно-технических должностях, замещаемых специалистами с высшим профессиональным образованием, не менее 3 лет</w:t>
            </w:r>
          </w:p>
        </w:tc>
        <w:tc>
          <w:tcPr>
            <w:tcW w:w="1776" w:type="dxa"/>
            <w:hideMark/>
          </w:tcPr>
          <w:p w14:paraId="4D2503E3" w14:textId="6B74511D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  <w:r w:rsid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549</w:t>
            </w:r>
          </w:p>
        </w:tc>
      </w:tr>
      <w:tr w:rsidR="009F158A" w:rsidRPr="00B81702" w14:paraId="37A7EA81" w14:textId="77777777" w:rsidTr="00E12625">
        <w:tc>
          <w:tcPr>
            <w:tcW w:w="2552" w:type="dxa"/>
            <w:vMerge/>
            <w:vAlign w:val="center"/>
            <w:hideMark/>
          </w:tcPr>
          <w:p w14:paraId="12ACDF43" w14:textId="77777777" w:rsidR="009F158A" w:rsidRPr="00B81702" w:rsidRDefault="009F158A" w:rsidP="009F158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hideMark/>
          </w:tcPr>
          <w:p w14:paraId="0CFDBBF3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Специалист по защите информации II категории</w:t>
            </w:r>
          </w:p>
          <w:p w14:paraId="7D200C00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(техническое) образование и стаж работы в должности специалиста по защите информации или других должностях, замещаемых специалистами с высшим профессиональным образованием, не менее 3 лет</w:t>
            </w:r>
          </w:p>
        </w:tc>
        <w:tc>
          <w:tcPr>
            <w:tcW w:w="1776" w:type="dxa"/>
            <w:hideMark/>
          </w:tcPr>
          <w:p w14:paraId="51795B14" w14:textId="3FC5DBAE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  <w:r w:rsid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549</w:t>
            </w:r>
          </w:p>
        </w:tc>
      </w:tr>
      <w:tr w:rsidR="009F158A" w:rsidRPr="00B81702" w14:paraId="5C640701" w14:textId="77777777" w:rsidTr="00E12625">
        <w:tc>
          <w:tcPr>
            <w:tcW w:w="2552" w:type="dxa"/>
            <w:vMerge/>
            <w:vAlign w:val="center"/>
            <w:hideMark/>
          </w:tcPr>
          <w:p w14:paraId="3FDC2158" w14:textId="77777777" w:rsidR="009F158A" w:rsidRPr="00B81702" w:rsidRDefault="009F158A" w:rsidP="009F158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hideMark/>
          </w:tcPr>
          <w:p w14:paraId="7AF7F592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Экономист II категории</w:t>
            </w:r>
          </w:p>
          <w:p w14:paraId="1594E29E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(экономическое) образование и стаж работы в должности экономиста либо других инженерно-технических должностях, замещаемых специалистами с высшим образованием, не менее 3 лет</w:t>
            </w:r>
          </w:p>
        </w:tc>
        <w:tc>
          <w:tcPr>
            <w:tcW w:w="1776" w:type="dxa"/>
            <w:hideMark/>
          </w:tcPr>
          <w:p w14:paraId="0BC6958D" w14:textId="591B8E6C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  <w:r w:rsid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549</w:t>
            </w:r>
          </w:p>
        </w:tc>
      </w:tr>
      <w:tr w:rsidR="009F158A" w:rsidRPr="00B81702" w14:paraId="15491EFB" w14:textId="77777777" w:rsidTr="00E12625">
        <w:tc>
          <w:tcPr>
            <w:tcW w:w="2552" w:type="dxa"/>
            <w:vMerge/>
            <w:vAlign w:val="center"/>
            <w:hideMark/>
          </w:tcPr>
          <w:p w14:paraId="046DA7D4" w14:textId="77777777" w:rsidR="009F158A" w:rsidRPr="00B81702" w:rsidRDefault="009F158A" w:rsidP="009F158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hideMark/>
          </w:tcPr>
          <w:p w14:paraId="7DCC2A28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Юрисконсульт II категории</w:t>
            </w:r>
          </w:p>
          <w:p w14:paraId="1C7A3EF0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(юридическое) образование и стаж работы в должности юрисконсульта или других должностях, замещаемых специалистами с высшим образованием, не менее 3 лет</w:t>
            </w:r>
          </w:p>
        </w:tc>
        <w:tc>
          <w:tcPr>
            <w:tcW w:w="1776" w:type="dxa"/>
            <w:hideMark/>
          </w:tcPr>
          <w:p w14:paraId="18CD4126" w14:textId="5E6830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  <w:r w:rsid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549</w:t>
            </w:r>
          </w:p>
        </w:tc>
      </w:tr>
      <w:tr w:rsidR="009F158A" w:rsidRPr="00B81702" w14:paraId="558E0AFA" w14:textId="77777777" w:rsidTr="00E12625">
        <w:tc>
          <w:tcPr>
            <w:tcW w:w="2552" w:type="dxa"/>
            <w:vMerge w:val="restart"/>
            <w:hideMark/>
          </w:tcPr>
          <w:p w14:paraId="3136444C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 квалификационный уровень</w:t>
            </w:r>
          </w:p>
        </w:tc>
        <w:tc>
          <w:tcPr>
            <w:tcW w:w="4961" w:type="dxa"/>
            <w:hideMark/>
          </w:tcPr>
          <w:p w14:paraId="09E6EB88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Бухгалтер I категории</w:t>
            </w:r>
          </w:p>
          <w:p w14:paraId="7AE684AA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(экономическое) образование и стаж работы в должности бухгалтера II категории не менее 3 лет</w:t>
            </w:r>
          </w:p>
        </w:tc>
        <w:tc>
          <w:tcPr>
            <w:tcW w:w="1776" w:type="dxa"/>
            <w:hideMark/>
          </w:tcPr>
          <w:p w14:paraId="787C59CD" w14:textId="17A5B054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  <w:r w:rsid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351</w:t>
            </w:r>
          </w:p>
        </w:tc>
      </w:tr>
      <w:tr w:rsidR="009F158A" w:rsidRPr="00B81702" w14:paraId="74C1F8C5" w14:textId="77777777" w:rsidTr="00E12625">
        <w:tc>
          <w:tcPr>
            <w:tcW w:w="2552" w:type="dxa"/>
            <w:vMerge/>
            <w:vAlign w:val="center"/>
            <w:hideMark/>
          </w:tcPr>
          <w:p w14:paraId="4547FC40" w14:textId="77777777" w:rsidR="009F158A" w:rsidRPr="00B81702" w:rsidRDefault="009F158A" w:rsidP="009F158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hideMark/>
          </w:tcPr>
          <w:p w14:paraId="75A4FE82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Инженер I категории</w:t>
            </w:r>
          </w:p>
          <w:p w14:paraId="55C4CA92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(техническое) образование и стаж работы в должности инженера II категории не менее 3 лет</w:t>
            </w:r>
          </w:p>
        </w:tc>
        <w:tc>
          <w:tcPr>
            <w:tcW w:w="1776" w:type="dxa"/>
            <w:hideMark/>
          </w:tcPr>
          <w:p w14:paraId="799C1AED" w14:textId="48A4FBD4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  <w:r w:rsid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351</w:t>
            </w:r>
          </w:p>
        </w:tc>
      </w:tr>
      <w:tr w:rsidR="009F158A" w:rsidRPr="00B81702" w14:paraId="339E7668" w14:textId="77777777" w:rsidTr="00E12625">
        <w:tc>
          <w:tcPr>
            <w:tcW w:w="2552" w:type="dxa"/>
            <w:vMerge/>
            <w:vAlign w:val="center"/>
            <w:hideMark/>
          </w:tcPr>
          <w:p w14:paraId="50719560" w14:textId="77777777" w:rsidR="009F158A" w:rsidRPr="00B81702" w:rsidRDefault="009F158A" w:rsidP="009F158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hideMark/>
          </w:tcPr>
          <w:p w14:paraId="307C6ECD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Инженер-программист (программист) I категории</w:t>
            </w:r>
          </w:p>
          <w:p w14:paraId="30B369AB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(техническое или инженерно-экономическое) образование и стаж работы в должности инженера-программиста II категории не менее 3 лет</w:t>
            </w:r>
          </w:p>
        </w:tc>
        <w:tc>
          <w:tcPr>
            <w:tcW w:w="1776" w:type="dxa"/>
            <w:hideMark/>
          </w:tcPr>
          <w:p w14:paraId="6DE98BA0" w14:textId="6E8DE648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  <w:r w:rsid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351</w:t>
            </w:r>
          </w:p>
        </w:tc>
      </w:tr>
      <w:tr w:rsidR="009F158A" w:rsidRPr="00B81702" w14:paraId="4BAFC66B" w14:textId="77777777" w:rsidTr="00E12625">
        <w:tc>
          <w:tcPr>
            <w:tcW w:w="2552" w:type="dxa"/>
            <w:vMerge/>
            <w:vAlign w:val="center"/>
            <w:hideMark/>
          </w:tcPr>
          <w:p w14:paraId="6131423B" w14:textId="77777777" w:rsidR="009F158A" w:rsidRPr="00B81702" w:rsidRDefault="009F158A" w:rsidP="009F158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hideMark/>
          </w:tcPr>
          <w:p w14:paraId="39C6B217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Инженер по ремонту I категории</w:t>
            </w:r>
          </w:p>
          <w:p w14:paraId="16AB0256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(техническое) образование и стаж работы в должности инженера по ремонту II категории не менее 3 лет</w:t>
            </w:r>
          </w:p>
        </w:tc>
        <w:tc>
          <w:tcPr>
            <w:tcW w:w="1776" w:type="dxa"/>
            <w:hideMark/>
          </w:tcPr>
          <w:p w14:paraId="398558E3" w14:textId="0B0D9A06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  <w:r w:rsid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351</w:t>
            </w:r>
          </w:p>
        </w:tc>
      </w:tr>
      <w:tr w:rsidR="009F158A" w:rsidRPr="00B81702" w14:paraId="12DB3B0E" w14:textId="77777777" w:rsidTr="00E12625">
        <w:tc>
          <w:tcPr>
            <w:tcW w:w="2552" w:type="dxa"/>
            <w:vMerge/>
            <w:vAlign w:val="center"/>
            <w:hideMark/>
          </w:tcPr>
          <w:p w14:paraId="315BDB6D" w14:textId="77777777" w:rsidR="009F158A" w:rsidRPr="00B81702" w:rsidRDefault="009F158A" w:rsidP="009F158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hideMark/>
          </w:tcPr>
          <w:p w14:paraId="2BFDB54C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Специалист по защите информации I категории</w:t>
            </w:r>
          </w:p>
          <w:p w14:paraId="3F20F023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(техническое) образование и стаж работы в должности специалиста по защите информации II категории не менее 3 лет</w:t>
            </w:r>
          </w:p>
        </w:tc>
        <w:tc>
          <w:tcPr>
            <w:tcW w:w="1776" w:type="dxa"/>
            <w:hideMark/>
          </w:tcPr>
          <w:p w14:paraId="6DA94C26" w14:textId="3FED6CA1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  <w:r w:rsid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351</w:t>
            </w:r>
          </w:p>
        </w:tc>
      </w:tr>
      <w:tr w:rsidR="009F158A" w:rsidRPr="00B81702" w14:paraId="43C7080C" w14:textId="77777777" w:rsidTr="00E12625">
        <w:tc>
          <w:tcPr>
            <w:tcW w:w="2552" w:type="dxa"/>
            <w:vMerge/>
            <w:vAlign w:val="center"/>
            <w:hideMark/>
          </w:tcPr>
          <w:p w14:paraId="7F753544" w14:textId="77777777" w:rsidR="009F158A" w:rsidRPr="00B81702" w:rsidRDefault="009F158A" w:rsidP="009F158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hideMark/>
          </w:tcPr>
          <w:p w14:paraId="4E895FD9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Экономист I категории</w:t>
            </w:r>
          </w:p>
          <w:p w14:paraId="072EE246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(экономическое) образование и стаж работы в должности экономиста II категории не менее 3 лет</w:t>
            </w:r>
          </w:p>
        </w:tc>
        <w:tc>
          <w:tcPr>
            <w:tcW w:w="1776" w:type="dxa"/>
            <w:hideMark/>
          </w:tcPr>
          <w:p w14:paraId="2CAB5420" w14:textId="7A2D47FD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  <w:r w:rsid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351</w:t>
            </w:r>
          </w:p>
        </w:tc>
      </w:tr>
      <w:tr w:rsidR="009F158A" w:rsidRPr="00B81702" w14:paraId="22EA2BE7" w14:textId="77777777" w:rsidTr="00E12625">
        <w:tc>
          <w:tcPr>
            <w:tcW w:w="2552" w:type="dxa"/>
            <w:vMerge/>
            <w:vAlign w:val="center"/>
            <w:hideMark/>
          </w:tcPr>
          <w:p w14:paraId="458C8595" w14:textId="77777777" w:rsidR="009F158A" w:rsidRPr="00B81702" w:rsidRDefault="009F158A" w:rsidP="009F158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hideMark/>
          </w:tcPr>
          <w:p w14:paraId="3AED7B13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Юрисконсульт I категории</w:t>
            </w:r>
          </w:p>
          <w:p w14:paraId="4397487E" w14:textId="77777777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высшее (юридическое) образование и стаж работы в должности юрисконсульта II категории не менее 3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лет</w:t>
            </w:r>
          </w:p>
        </w:tc>
        <w:tc>
          <w:tcPr>
            <w:tcW w:w="1776" w:type="dxa"/>
            <w:hideMark/>
          </w:tcPr>
          <w:p w14:paraId="1DC4D348" w14:textId="7C7B7469" w:rsidR="009F158A" w:rsidRPr="00B81702" w:rsidRDefault="009F158A" w:rsidP="009F15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16</w:t>
            </w:r>
            <w:r w:rsid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1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351</w:t>
            </w:r>
          </w:p>
        </w:tc>
      </w:tr>
    </w:tbl>
    <w:p w14:paraId="0CA2FFFB" w14:textId="77777777" w:rsidR="009F158A" w:rsidRPr="00B81702" w:rsidRDefault="009F158A" w:rsidP="009F15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4430976" w14:textId="77777777" w:rsidR="009F158A" w:rsidRPr="00B81702" w:rsidRDefault="009F158A" w:rsidP="00B8170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" w:name="P816"/>
      <w:bookmarkEnd w:id="3"/>
      <w:r w:rsidRPr="00B81702">
        <w:rPr>
          <w:rFonts w:ascii="Times New Roman" w:eastAsia="Times New Roman" w:hAnsi="Times New Roman"/>
          <w:sz w:val="28"/>
          <w:szCs w:val="28"/>
          <w:lang w:eastAsia="ru-RU"/>
        </w:rPr>
        <w:t>&lt;*&gt; Применение должностного наименования «старший» возможно при условии, если работник наряду с выполнением обязанностей, предусмотренных по занимаемой должности, осуществляет руководство подчиненными ему исполнителями. Должность «старшего» может устанавливаться в виде исключения и при отсутствии исполнителей в непосредственном подчинении работника, если на него возлагаются функции руководства самостоятельным участком работы.</w:t>
      </w:r>
    </w:p>
    <w:p w14:paraId="1D334DF7" w14:textId="47CFBEA1" w:rsidR="009F158A" w:rsidRPr="00B81702" w:rsidRDefault="009F158A" w:rsidP="00B8170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P817"/>
      <w:bookmarkEnd w:id="4"/>
      <w:r w:rsidRPr="00B81702">
        <w:rPr>
          <w:rFonts w:ascii="Times New Roman" w:eastAsia="Times New Roman" w:hAnsi="Times New Roman"/>
          <w:sz w:val="28"/>
          <w:szCs w:val="28"/>
          <w:lang w:eastAsia="ru-RU"/>
        </w:rPr>
        <w:t>&lt;**&gt; Применение должностного наименования «ведущий» возможно при условии, если на работника возлагаются функции руководителя и ответственного исполнителя работ по одному из направлений деятельности учреждения или его структурных подразделений либо обязанности по координации и методическому руководству группами исполнителей, создаваемыми в отделах с учетом рационального разделения труда в конкретных организационно-технических условиях.</w:t>
      </w:r>
      <w:r w:rsidR="00BD4EBC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bookmarkStart w:id="5" w:name="_GoBack"/>
      <w:bookmarkEnd w:id="5"/>
    </w:p>
    <w:sectPr w:rsidR="009F158A" w:rsidRPr="00B81702" w:rsidSect="00410B41">
      <w:headerReference w:type="default" r:id="rId8"/>
      <w:headerReference w:type="firs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283268" w14:textId="77777777" w:rsidR="00FB3F94" w:rsidRDefault="00FB3F94" w:rsidP="00AE5C63">
      <w:pPr>
        <w:spacing w:after="0" w:line="240" w:lineRule="auto"/>
      </w:pPr>
      <w:r>
        <w:separator/>
      </w:r>
    </w:p>
  </w:endnote>
  <w:endnote w:type="continuationSeparator" w:id="0">
    <w:p w14:paraId="2BE00ED0" w14:textId="77777777" w:rsidR="00FB3F94" w:rsidRDefault="00FB3F94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4A6DC1" w14:textId="77777777" w:rsidR="00FB3F94" w:rsidRDefault="00FB3F94" w:rsidP="00AE5C63">
      <w:pPr>
        <w:spacing w:after="0" w:line="240" w:lineRule="auto"/>
      </w:pPr>
      <w:r>
        <w:separator/>
      </w:r>
    </w:p>
  </w:footnote>
  <w:footnote w:type="continuationSeparator" w:id="0">
    <w:p w14:paraId="6DBA77D0" w14:textId="77777777" w:rsidR="00FB3F94" w:rsidRDefault="00FB3F94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6223445"/>
      <w:docPartObj>
        <w:docPartGallery w:val="Page Numbers (Top of Page)"/>
        <w:docPartUnique/>
      </w:docPartObj>
    </w:sdtPr>
    <w:sdtEndPr/>
    <w:sdtContent>
      <w:p w14:paraId="3E694551" w14:textId="0A98A20B" w:rsidR="00410B41" w:rsidRDefault="00410B4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4EBC">
          <w:rPr>
            <w:noProof/>
          </w:rPr>
          <w:t>12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AD8B1" w14:textId="6CED0940" w:rsidR="00410B41" w:rsidRDefault="00410B41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C6B09"/>
    <w:multiLevelType w:val="multilevel"/>
    <w:tmpl w:val="47CCE9D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651A9"/>
    <w:rsid w:val="0007360E"/>
    <w:rsid w:val="00074F72"/>
    <w:rsid w:val="00081369"/>
    <w:rsid w:val="000872FF"/>
    <w:rsid w:val="00090464"/>
    <w:rsid w:val="000E28C3"/>
    <w:rsid w:val="00185FEC"/>
    <w:rsid w:val="001C3F2D"/>
    <w:rsid w:val="001D58A3"/>
    <w:rsid w:val="001E1F9F"/>
    <w:rsid w:val="001E4001"/>
    <w:rsid w:val="001E75F5"/>
    <w:rsid w:val="001F24D3"/>
    <w:rsid w:val="00204538"/>
    <w:rsid w:val="0021393F"/>
    <w:rsid w:val="002268B5"/>
    <w:rsid w:val="00290C5D"/>
    <w:rsid w:val="00294082"/>
    <w:rsid w:val="002E5832"/>
    <w:rsid w:val="00364F8F"/>
    <w:rsid w:val="003F7788"/>
    <w:rsid w:val="00410B41"/>
    <w:rsid w:val="0048765F"/>
    <w:rsid w:val="004C01E1"/>
    <w:rsid w:val="00520CBF"/>
    <w:rsid w:val="0055716E"/>
    <w:rsid w:val="00735D4D"/>
    <w:rsid w:val="007452E2"/>
    <w:rsid w:val="007622F4"/>
    <w:rsid w:val="00770561"/>
    <w:rsid w:val="007A549F"/>
    <w:rsid w:val="007A7755"/>
    <w:rsid w:val="007E1959"/>
    <w:rsid w:val="00820B72"/>
    <w:rsid w:val="008276D6"/>
    <w:rsid w:val="008629FA"/>
    <w:rsid w:val="008A5B2F"/>
    <w:rsid w:val="008D2BB0"/>
    <w:rsid w:val="009445ED"/>
    <w:rsid w:val="00987DB5"/>
    <w:rsid w:val="009A793A"/>
    <w:rsid w:val="009F158A"/>
    <w:rsid w:val="009F2B0B"/>
    <w:rsid w:val="00A06A07"/>
    <w:rsid w:val="00A07E01"/>
    <w:rsid w:val="00A35F09"/>
    <w:rsid w:val="00AC72C8"/>
    <w:rsid w:val="00AE5C63"/>
    <w:rsid w:val="00B015C0"/>
    <w:rsid w:val="00B10ED9"/>
    <w:rsid w:val="00B21A7B"/>
    <w:rsid w:val="00B25688"/>
    <w:rsid w:val="00B34BB3"/>
    <w:rsid w:val="00B70EC3"/>
    <w:rsid w:val="00B80331"/>
    <w:rsid w:val="00B81702"/>
    <w:rsid w:val="00BD4EBC"/>
    <w:rsid w:val="00C02849"/>
    <w:rsid w:val="00C1520A"/>
    <w:rsid w:val="00C269F3"/>
    <w:rsid w:val="00C50F1B"/>
    <w:rsid w:val="00CD5F66"/>
    <w:rsid w:val="00D12794"/>
    <w:rsid w:val="00D5325C"/>
    <w:rsid w:val="00D6787A"/>
    <w:rsid w:val="00D67BD8"/>
    <w:rsid w:val="00D7449B"/>
    <w:rsid w:val="00DB2CF5"/>
    <w:rsid w:val="00DD1C02"/>
    <w:rsid w:val="00DF7897"/>
    <w:rsid w:val="00E00607"/>
    <w:rsid w:val="00E12625"/>
    <w:rsid w:val="00E17855"/>
    <w:rsid w:val="00E37B8A"/>
    <w:rsid w:val="00E609BC"/>
    <w:rsid w:val="00EA0EFF"/>
    <w:rsid w:val="00FB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D5DECF"/>
  <w15:chartTrackingRefBased/>
  <w15:docId w15:val="{9806F153-7EBE-40B7-A84C-AAA9BFF70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090464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BD4E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D4EB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95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55EE8-832D-4CB6-B509-1B11CC5F3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39</TotalTime>
  <Pages>12</Pages>
  <Words>2174</Words>
  <Characters>12392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18</cp:revision>
  <cp:lastPrinted>2026-02-19T07:00:00Z</cp:lastPrinted>
  <dcterms:created xsi:type="dcterms:W3CDTF">2025-09-23T04:56:00Z</dcterms:created>
  <dcterms:modified xsi:type="dcterms:W3CDTF">2026-02-19T07:00:00Z</dcterms:modified>
</cp:coreProperties>
</file>